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黑体"/>
          <w:bCs/>
          <w:sz w:val="32"/>
          <w:szCs w:val="28"/>
        </w:rPr>
      </w:pPr>
      <w:r>
        <w:rPr>
          <w:rFonts w:hint="eastAsia" w:eastAsia="黑体"/>
          <w:bCs/>
          <w:sz w:val="32"/>
          <w:szCs w:val="28"/>
        </w:rPr>
        <w:t>江苏理工学院毕业设计（</w:t>
      </w:r>
      <w:r>
        <w:rPr>
          <w:rFonts w:hint="eastAsia" w:eastAsia="黑体"/>
          <w:bCs/>
          <w:sz w:val="32"/>
          <w:szCs w:val="28"/>
          <w:lang w:eastAsia="zh-CN"/>
        </w:rPr>
        <w:t>设计报告书</w:t>
      </w:r>
      <w:r>
        <w:rPr>
          <w:rFonts w:hint="eastAsia" w:eastAsia="黑体"/>
          <w:bCs/>
          <w:sz w:val="32"/>
          <w:szCs w:val="28"/>
        </w:rPr>
        <w:t>）选题审批表</w:t>
      </w:r>
    </w:p>
    <w:tbl>
      <w:tblPr>
        <w:tblStyle w:val="3"/>
        <w:tblW w:w="90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1"/>
        <w:gridCol w:w="1430"/>
        <w:gridCol w:w="696"/>
        <w:gridCol w:w="1417"/>
        <w:gridCol w:w="1985"/>
        <w:gridCol w:w="1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561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6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班级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专业（专业方向）</w:t>
            </w:r>
          </w:p>
        </w:tc>
        <w:tc>
          <w:tcPr>
            <w:tcW w:w="1983" w:type="dxa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561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选题名称</w:t>
            </w: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设计</w:t>
            </w:r>
          </w:p>
        </w:tc>
        <w:tc>
          <w:tcPr>
            <w:tcW w:w="6081" w:type="dxa"/>
            <w:gridSpan w:val="4"/>
            <w:vMerge w:val="restart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2177415</wp:posOffset>
                      </wp:positionH>
                      <wp:positionV relativeFrom="paragraph">
                        <wp:posOffset>118745</wp:posOffset>
                      </wp:positionV>
                      <wp:extent cx="2266950" cy="692785"/>
                      <wp:effectExtent l="4445" t="409575" r="14605" b="21590"/>
                      <wp:wrapNone/>
                      <wp:docPr id="2" name="自选图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6950" cy="692785"/>
                              </a:xfrm>
                              <a:prstGeom prst="wedgeRoundRectCallout">
                                <a:avLst>
                                  <a:gd name="adj1" fmla="val -8347"/>
                                  <a:gd name="adj2" fmla="val -107838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专业：</w:t>
                                  </w: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填写全称 例如：</w:t>
                                  </w:r>
                                </w:p>
                                <w:p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电子信息工程；</w:t>
                                  </w:r>
                                </w:p>
                                <w:p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或XXXX专业</w:t>
                                  </w: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（XX方向）</w:t>
                                  </w:r>
                                </w:p>
                                <w:p/>
                              </w:txbxContent>
                            </wps:txbx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" o:spid="_x0000_s1026" o:spt="62" type="#_x0000_t62" style="position:absolute;left:0pt;margin-left:171.45pt;margin-top:9.35pt;height:54.55pt;width:178.5pt;z-index:251659264;mso-width-relative:page;mso-height-relative:page;" fillcolor="#FFFFFF" filled="t" stroked="t" coordsize="21600,21600" o:gfxdata="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CPlZh1wAAAAoBAAAPAAAAAAAAAAEAIAAAACIAAABkcnMvZG93&#10;bnJldi54bWxQSwECFAAUAAAACACHTuJAQ+IkqDoCAAB3BAAADgAAAAAAAAABACAAAAAmAQAAZHJz&#10;L2Uyb0RvYy54bWxQSwUGAAAAAAYABgBZAQAA0gUAAAAA&#10;" adj="8997,-12493,14400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专业：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填写全称 例如：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电子信息工程；</w:t>
                            </w:r>
                          </w:p>
                          <w:p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或XXXX专业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（XX方向）</w:t>
                            </w:r>
                          </w:p>
                          <w:p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551815</wp:posOffset>
                      </wp:positionH>
                      <wp:positionV relativeFrom="paragraph">
                        <wp:posOffset>114935</wp:posOffset>
                      </wp:positionV>
                      <wp:extent cx="1320800" cy="603250"/>
                      <wp:effectExtent l="5080" t="401955" r="7620" b="4445"/>
                      <wp:wrapNone/>
                      <wp:docPr id="5" name="自选图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20800" cy="603250"/>
                              </a:xfrm>
                              <a:prstGeom prst="wedgeRoundRectCallout">
                                <a:avLst>
                                  <a:gd name="adj1" fmla="val -27306"/>
                                  <a:gd name="adj2" fmla="val -114528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以教务科发放班级名称为准</w:t>
                                  </w:r>
                                </w:p>
                                <w:p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  <w:p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  <w:p/>
                              </w:txbxContent>
                            </wps:txbx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6" o:spid="_x0000_s1026" o:spt="62" type="#_x0000_t62" style="position:absolute;left:0pt;margin-left:43.45pt;margin-top:9.05pt;height:47.5pt;width:104pt;z-index:251662336;mso-width-relative:page;mso-height-relative:page;" fillcolor="#FFFFFF" filled="t" stroked="t" coordsize="21600,21600" o:gfxdata="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vE6/n1gAAAAkBAAAPAAAAAAAAAAEAIAAAACIAAABkcnMvZG93&#10;bnJldi54bWxQSwECFAAUAAAACACHTuJANjMUYzsCAAB4BAAADgAAAAAAAAABACAAAAAlAQAAZHJz&#10;L2Uyb0RvYy54bWxQSwUGAAAAAAYABgBZAQAA0gUAAAAA&#10;" adj="4902,-13938,14400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以教务科发放班级名称为准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561" w:type="dxa"/>
            <w:vMerge w:val="continue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设计报告书</w:t>
            </w:r>
          </w:p>
        </w:tc>
        <w:tc>
          <w:tcPr>
            <w:tcW w:w="6081" w:type="dxa"/>
            <w:gridSpan w:val="4"/>
            <w:vMerge w:val="continue"/>
            <w:tcBorders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561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课题来源</w:t>
            </w:r>
          </w:p>
        </w:tc>
        <w:tc>
          <w:tcPr>
            <w:tcW w:w="7511" w:type="dxa"/>
            <w:gridSpan w:val="5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□工程实际   □科研项目    □其它（含自拟）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2" w:hRule="atLeast"/>
          <w:jc w:val="center"/>
        </w:trPr>
        <w:tc>
          <w:tcPr>
            <w:tcW w:w="9072" w:type="dxa"/>
            <w:gridSpan w:val="6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选题理由、具备的条件及应达到的教学要求：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bookmarkStart w:id="0" w:name="_GoBack"/>
            <w:bookmarkEnd w:id="0"/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963295</wp:posOffset>
                      </wp:positionH>
                      <wp:positionV relativeFrom="paragraph">
                        <wp:posOffset>186055</wp:posOffset>
                      </wp:positionV>
                      <wp:extent cx="1807210" cy="1191260"/>
                      <wp:effectExtent l="5080" t="1072515" r="16510" b="22225"/>
                      <wp:wrapNone/>
                      <wp:docPr id="1" name="自选图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7210" cy="1191260"/>
                              </a:xfrm>
                              <a:prstGeom prst="wedgeRoundRectCallout">
                                <a:avLst>
                                  <a:gd name="adj1" fmla="val -33662"/>
                                  <a:gd name="adj2" fmla="val -138111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说明：</w:t>
                                  </w:r>
                                </w:p>
                                <w:p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包括选题的应用（研究）背景、理由，具备的条件，培养学生什么能力等教学要求。</w:t>
                                  </w:r>
                                </w:p>
                              </w:txbxContent>
                            </wps:txbx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" o:spid="_x0000_s1026" o:spt="62" type="#_x0000_t62" style="position:absolute;left:0pt;margin-left:75.85pt;margin-top:14.65pt;height:93.8pt;width:142.3pt;z-index:251658240;mso-width-relative:page;mso-height-relative:page;" fillcolor="#FFFFFF" filled="t" stroked="t" coordsize="21600,21600" o:gfxdata="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FnG9u1wAAAAoBAAAPAAAAAAAAAAEAIAAAACIAAABkcnMvZG93&#10;bnJldi54bWxQSwECFAAUAAAACACHTuJAmUB02ToCAAB5BAAADgAAAAAAAAABACAAAAAmAQAAZHJz&#10;L2Uyb0RvYy54bWxQSwUGAAAAAAYABgBZAQAA0gUAAAAA&#10;" adj="3529,-19032,14400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说明：</w:t>
                            </w:r>
                          </w:p>
                          <w:p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包括选题的应用（研究）背景、理由，具备的条件，培养学生什么能力等教学要求。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3756025</wp:posOffset>
                      </wp:positionH>
                      <wp:positionV relativeFrom="paragraph">
                        <wp:posOffset>182245</wp:posOffset>
                      </wp:positionV>
                      <wp:extent cx="1577340" cy="581660"/>
                      <wp:effectExtent l="4445" t="4445" r="18415" b="594995"/>
                      <wp:wrapNone/>
                      <wp:docPr id="3" name="自选图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7340" cy="581660"/>
                              </a:xfrm>
                              <a:prstGeom prst="wedgeRoundRectCallout">
                                <a:avLst>
                                  <a:gd name="adj1" fmla="val 28866"/>
                                  <a:gd name="adj2" fmla="val 147491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color w:val="00000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日期选择范围：要求填写下达任务书之前</w:t>
                                  </w:r>
                                </w:p>
                              </w:txbxContent>
                            </wps:txbx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" o:spid="_x0000_s1026" o:spt="62" type="#_x0000_t62" style="position:absolute;left:0pt;margin-left:295.75pt;margin-top:14.35pt;height:45.8pt;width:124.2pt;z-index:251660288;mso-width-relative:page;mso-height-relative:page;" fillcolor="#FFFFFF" filled="t" stroked="t" coordsize="21600,21600" o:gfxdata="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IOcR42QAAAAoBAAAPAAAAAAAAAAEAIAAAACIAAABkcnMvZG93&#10;bnJldi54bWxQSwECFAAUAAAACACHTuJAMpyEVTgCAAB2BAAADgAAAAAAAAABACAAAAAoAQAAZHJz&#10;L2Uyb0RvYy54bWxQSwUGAAAAAAYABgBZAQAA0gUAAAAA&#10;" adj="17035,42658,14400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日期选择范围：要求填写下达任务书之前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指导教师签名：</w:t>
            </w:r>
          </w:p>
          <w:p>
            <w:pPr>
              <w:spacing w:line="36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8" w:hRule="atLeast"/>
          <w:jc w:val="center"/>
        </w:trPr>
        <w:tc>
          <w:tcPr>
            <w:tcW w:w="9072" w:type="dxa"/>
            <w:gridSpan w:val="6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4518025</wp:posOffset>
                      </wp:positionH>
                      <wp:positionV relativeFrom="paragraph">
                        <wp:posOffset>117475</wp:posOffset>
                      </wp:positionV>
                      <wp:extent cx="1828800" cy="792480"/>
                      <wp:effectExtent l="4445" t="4445" r="14605" b="612775"/>
                      <wp:wrapNone/>
                      <wp:docPr id="4" name="自选图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0" cy="792480"/>
                              </a:xfrm>
                              <a:prstGeom prst="wedgeRoundRectCallout">
                                <a:avLst>
                                  <a:gd name="adj1" fmla="val -39477"/>
                                  <a:gd name="adj2" fmla="val 124681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签名：若系主任是指导教师，请副主任或教学院长签名。</w:t>
                                  </w:r>
                                </w:p>
                              </w:txbxContent>
                            </wps:txbx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5" o:spid="_x0000_s1026" o:spt="62" type="#_x0000_t62" style="position:absolute;left:0pt;margin-left:355.75pt;margin-top:9.25pt;height:62.4pt;width:144pt;z-index:251661312;mso-width-relative:page;mso-height-relative:page;" fillcolor="#FFFFFF" filled="t" stroked="t" coordsize="21600,21600" o:gfxdata="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qtFVR2AAAAAoBAAAPAAAAAAAAAAEAIAAAACIAAABkcnMvZG93&#10;bnJldi54bWxQSwECFAAUAAAACACHTuJA0MpwBTkCAAB3BAAADgAAAAAAAAABACAAAAAnAQAAZHJz&#10;L2Uyb0RvYy54bWxQSwUGAAAAAAYABgBZAQAA0gUAAAAA&#10;" adj="2273,37731,14400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签名：若系主任是指导教师，请副主任或教学院长签名。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z w:val="24"/>
              </w:rPr>
              <w:t>系（教研室）审核意见：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spacing w:line="360" w:lineRule="exact"/>
              <w:ind w:firstLine="6000" w:firstLineChars="25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系主任签名：</w:t>
            </w:r>
          </w:p>
          <w:p>
            <w:pPr>
              <w:spacing w:line="36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年    月    日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730AF1"/>
    <w:rsid w:val="001551B1"/>
    <w:rsid w:val="002A4191"/>
    <w:rsid w:val="00DB43A1"/>
    <w:rsid w:val="094B43E1"/>
    <w:rsid w:val="12B72A5A"/>
    <w:rsid w:val="5D730AF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5945;&#21153;&#24037;&#20316;\&#25353;&#31185;&#23460;&#21010;&#20998;\&#27605;&#19994;&#35774;&#35745;\2016&#23626;\&#27743;&#33487;&#29702;&#24037;&#23398;&#38498;&#26412;&#31185;&#29983;&#27605;&#19994;&#35774;&#35745;&#65288;&#35770;&#25991;&#65289;&#24037;&#20316;&#35268;&#31243;\3.&#27743;&#33487;&#29702;&#24037;&#23398;&#38498;&#27605;&#19994;&#35774;&#35745;&#65288;&#35770;&#25991;&#65289;&#36873;&#39064;&#23457;&#25209;&#34920;.do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3.江苏理工学院毕业设计（论文）选题审批表.doc</Template>
  <Pages>1</Pages>
  <Words>113</Words>
  <Characters>113</Characters>
  <Lines>2</Lines>
  <Paragraphs>1</Paragraphs>
  <ScaleCrop>false</ScaleCrop>
  <LinksUpToDate>false</LinksUpToDate>
  <CharactersWithSpaces>409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2016-06-06T00:49:00Z</dcterms:created>
  <dc:creator>Administrator</dc:creator>
  <cp:lastModifiedBy>Administrator</cp:lastModifiedBy>
  <dcterms:modified xsi:type="dcterms:W3CDTF">2017-03-22T08:26:59Z</dcterms:modified>
  <dc:title>江苏技术师范学院毕业设计（论文）选题审批表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